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F8" w:rsidRDefault="008264F8" w:rsidP="008264F8">
      <w:pPr>
        <w:pStyle w:val="IQB-Aufgabentitel"/>
      </w:pPr>
      <w:bookmarkStart w:id="0" w:name="_GoBack"/>
      <w:bookmarkEnd w:id="0"/>
      <w:proofErr w:type="spellStart"/>
      <w:r>
        <w:t>Une</w:t>
      </w:r>
      <w:proofErr w:type="spellEnd"/>
      <w:r>
        <w:t xml:space="preserve"> </w:t>
      </w:r>
      <w:proofErr w:type="spellStart"/>
      <w:r>
        <w:t>affaire</w:t>
      </w:r>
      <w:proofErr w:type="spellEnd"/>
    </w:p>
    <w:p w:rsidR="008264F8" w:rsidRDefault="008264F8" w:rsidP="008264F8">
      <w:pPr>
        <w:pStyle w:val="IQB-Aufgabengrafik"/>
      </w:pPr>
      <w:r>
        <w:rPr>
          <w:noProof/>
        </w:rPr>
        <w:drawing>
          <wp:inline distT="0" distB="0" distL="0" distR="0" wp14:anchorId="4CA5B5C6" wp14:editId="0C3B5AA1">
            <wp:extent cx="6120000" cy="2232334"/>
            <wp:effectExtent l="19050" t="0" r="9525" b="0"/>
            <wp:docPr id="114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232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4F8" w:rsidRDefault="008264F8" w:rsidP="008264F8">
      <w:pPr>
        <w:pStyle w:val="IQB-Teilaufgabengrafik"/>
      </w:pPr>
      <w:r>
        <w:rPr>
          <w:noProof/>
        </w:rPr>
        <w:drawing>
          <wp:inline distT="0" distB="0" distL="0" distR="0" wp14:anchorId="5C1082F7" wp14:editId="007D2B94">
            <wp:extent cx="5832000" cy="1098234"/>
            <wp:effectExtent l="19050" t="0" r="9525" b="0"/>
            <wp:docPr id="11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9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0A2DD0" w:rsidRDefault="000A2DD0" w:rsidP="000A2DD0">
      <w:pPr>
        <w:pStyle w:val="IQBTHTeilaufgabe"/>
        <w:spacing w:before="120" w:after="120" w:line="24" w:lineRule="atLeast"/>
      </w:pPr>
    </w:p>
    <w:p w:rsidR="00EA138D" w:rsidRDefault="00EA138D" w:rsidP="000A2DD0"/>
    <w:sectPr w:rsidR="00EA138D" w:rsidSect="00FD413E">
      <w:footerReference w:type="default" r:id="rId9"/>
      <w:headerReference w:type="first" r:id="rId10"/>
      <w:footerReference w:type="first" r:id="rId11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D0" w:rsidRDefault="000A2DD0" w:rsidP="004614D5">
      <w:r>
        <w:separator/>
      </w:r>
    </w:p>
  </w:endnote>
  <w:endnote w:type="continuationSeparator" w:id="0">
    <w:p w:rsidR="000A2DD0" w:rsidRDefault="000A2DD0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8264F8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D0" w:rsidRDefault="000A2DD0" w:rsidP="004614D5">
      <w:r>
        <w:separator/>
      </w:r>
    </w:p>
  </w:footnote>
  <w:footnote w:type="continuationSeparator" w:id="0">
    <w:p w:rsidR="000A2DD0" w:rsidRDefault="000A2DD0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9BE" w:rsidRDefault="000A2DD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D0"/>
    <w:rsid w:val="00052E66"/>
    <w:rsid w:val="000A2DD0"/>
    <w:rsid w:val="001D7D01"/>
    <w:rsid w:val="00294A0B"/>
    <w:rsid w:val="004614D5"/>
    <w:rsid w:val="004643B4"/>
    <w:rsid w:val="006A0464"/>
    <w:rsid w:val="007027DF"/>
    <w:rsid w:val="008264F8"/>
    <w:rsid w:val="00836764"/>
    <w:rsid w:val="00867D15"/>
    <w:rsid w:val="00BE0B02"/>
    <w:rsid w:val="00C04B1C"/>
    <w:rsid w:val="00CA68EA"/>
    <w:rsid w:val="00CD35FD"/>
    <w:rsid w:val="00D073E8"/>
    <w:rsid w:val="00D469BE"/>
    <w:rsid w:val="00DC1A7D"/>
    <w:rsid w:val="00E8353E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Aufgabentitel">
    <w:name w:val="IQB-Aufgabentitel"/>
    <w:basedOn w:val="Standard"/>
    <w:rsid w:val="008264F8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8264F8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8264F8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8264F8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basedOn w:val="IQB-TeilaufgabengrafikZchn"/>
    <w:link w:val="IQB-Aufgabengrafik"/>
    <w:rsid w:val="008264F8"/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Aufgabentitel">
    <w:name w:val="IQB-Aufgabentitel"/>
    <w:basedOn w:val="Standard"/>
    <w:rsid w:val="008264F8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8264F8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8264F8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8264F8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basedOn w:val="IQB-TeilaufgabengrafikZchn"/>
    <w:link w:val="IQB-Aufgabengrafik"/>
    <w:rsid w:val="008264F8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fga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Frederike Rose</dc:creator>
  <cp:lastModifiedBy>Linda Dickhof</cp:lastModifiedBy>
  <cp:revision>2</cp:revision>
  <dcterms:created xsi:type="dcterms:W3CDTF">2015-12-11T11:52:00Z</dcterms:created>
  <dcterms:modified xsi:type="dcterms:W3CDTF">2015-12-11T11:52:00Z</dcterms:modified>
</cp:coreProperties>
</file>